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19C35486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565776" w:rsidRPr="00565776">
        <w:rPr>
          <w:rFonts w:ascii="Verdana" w:hAnsi="Verdana" w:cstheme="minorHAnsi"/>
          <w:b/>
          <w:szCs w:val="18"/>
          <w:lang w:eastAsia="pl-PL"/>
        </w:rPr>
        <w:t>POST/DYS/OZ/GZ/00206/2026</w:t>
      </w:r>
      <w:r w:rsidR="00565776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565776" w:rsidRPr="00565776">
        <w:rPr>
          <w:rFonts w:ascii="Verdana" w:hAnsi="Verdana" w:cstheme="minorHAnsi"/>
          <w:b/>
          <w:bCs/>
          <w:szCs w:val="18"/>
          <w:lang w:eastAsia="pl-PL"/>
        </w:rPr>
        <w:t>Roboty budowlane elektroenergetyczne na terenie RE Jarosław: Cieszacin Wielki 6, Ubieszyn, Gać</w:t>
      </w:r>
      <w:r w:rsidR="00DD4731" w:rsidRPr="003137C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0D814C0" w:rsidR="00347E8D" w:rsidRPr="006B2C28" w:rsidRDefault="00565776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65776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65776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529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186F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32</cp:revision>
  <cp:lastPrinted>2024-07-15T11:21:00Z</cp:lastPrinted>
  <dcterms:created xsi:type="dcterms:W3CDTF">2025-06-03T08:48:00Z</dcterms:created>
  <dcterms:modified xsi:type="dcterms:W3CDTF">2026-01-27T07:00:00Z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